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0F" w:rsidRDefault="0062150F" w:rsidP="00072F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150F" w:rsidRDefault="0062150F" w:rsidP="00072F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150F" w:rsidRDefault="0062150F" w:rsidP="00762D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2150F" w:rsidRDefault="0062150F" w:rsidP="00762D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2150F" w:rsidRDefault="0062150F" w:rsidP="00762D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2150F" w:rsidRPr="00236A62" w:rsidRDefault="0062150F" w:rsidP="00236A62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утратившими силу </w:t>
      </w:r>
      <w:r w:rsidRPr="00236A62">
        <w:rPr>
          <w:rFonts w:ascii="Times New Roman" w:hAnsi="Times New Roman" w:cs="Times New Roman"/>
          <w:b/>
          <w:sz w:val="28"/>
          <w:szCs w:val="28"/>
        </w:rPr>
        <w:t>отдельных законодательных актов Ульяновской области</w:t>
      </w:r>
    </w:p>
    <w:p w:rsidR="0062150F" w:rsidRDefault="0062150F" w:rsidP="00072FC6">
      <w:pPr>
        <w:pStyle w:val="ConsPlusNormal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</w:p>
    <w:p w:rsidR="0062150F" w:rsidRDefault="0062150F" w:rsidP="00E2475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2150F" w:rsidRPr="00F87AFF" w:rsidRDefault="0062150F" w:rsidP="00762D6F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87AFF">
        <w:rPr>
          <w:rFonts w:ascii="Times New Roman" w:hAnsi="Times New Roman" w:cs="Times New Roman"/>
          <w:sz w:val="24"/>
          <w:szCs w:val="24"/>
        </w:rPr>
        <w:t>Принят Законодательным</w:t>
      </w:r>
      <w:r>
        <w:rPr>
          <w:rFonts w:ascii="Times New Roman" w:hAnsi="Times New Roman" w:cs="Times New Roman"/>
          <w:sz w:val="24"/>
          <w:szCs w:val="24"/>
        </w:rPr>
        <w:t xml:space="preserve"> Собранием Ульяновской области 31</w:t>
      </w:r>
      <w:r w:rsidRPr="00F87A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F87AF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87A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2150F" w:rsidRDefault="0062150F" w:rsidP="00762D6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2150F" w:rsidRDefault="0062150F" w:rsidP="00E2475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2150F" w:rsidRPr="00846131" w:rsidRDefault="0062150F" w:rsidP="0001670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2150F" w:rsidRDefault="0062150F" w:rsidP="00072FC6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36A62">
        <w:rPr>
          <w:rFonts w:ascii="Times New Roman" w:hAnsi="Times New Roman" w:cs="Times New Roman"/>
          <w:sz w:val="28"/>
          <w:szCs w:val="28"/>
        </w:rPr>
        <w:t>Признать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6A62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2150F" w:rsidRDefault="0062150F" w:rsidP="00072FC6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36A62">
        <w:rPr>
          <w:rFonts w:ascii="Times New Roman" w:hAnsi="Times New Roman" w:cs="Times New Roman"/>
          <w:sz w:val="28"/>
          <w:szCs w:val="28"/>
        </w:rPr>
        <w:t>Закон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236A62">
        <w:rPr>
          <w:szCs w:val="24"/>
        </w:rPr>
        <w:t xml:space="preserve"> </w:t>
      </w:r>
      <w:r w:rsidRPr="00236A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236A62">
        <w:rPr>
          <w:rFonts w:ascii="Times New Roman" w:hAnsi="Times New Roman" w:cs="Times New Roman"/>
          <w:sz w:val="28"/>
          <w:szCs w:val="28"/>
        </w:rPr>
        <w:t xml:space="preserve">2011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36A62">
        <w:rPr>
          <w:rFonts w:ascii="Times New Roman" w:hAnsi="Times New Roman" w:cs="Times New Roman"/>
          <w:sz w:val="28"/>
          <w:szCs w:val="28"/>
        </w:rPr>
        <w:t>№ 139-ЗО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36A62">
        <w:rPr>
          <w:rFonts w:ascii="Times New Roman" w:hAnsi="Times New Roman" w:cs="Times New Roman"/>
          <w:sz w:val="28"/>
          <w:szCs w:val="28"/>
        </w:rPr>
        <w:t>«О некоторых вопросах осуществления международных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A6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36A62">
        <w:rPr>
          <w:rFonts w:ascii="Times New Roman" w:hAnsi="Times New Roman" w:cs="Times New Roman"/>
          <w:sz w:val="28"/>
          <w:szCs w:val="28"/>
        </w:rPr>
        <w:t>нешнеэкономических связей Ульяновской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(«Ульяновская правда» от 07.10.2011 № 113);</w:t>
      </w:r>
    </w:p>
    <w:p w:rsidR="0062150F" w:rsidRPr="00236A62" w:rsidRDefault="0062150F" w:rsidP="00072FC6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36A62">
        <w:rPr>
          <w:rFonts w:ascii="Times New Roman" w:hAnsi="Times New Roman" w:cs="Times New Roman"/>
          <w:sz w:val="28"/>
          <w:szCs w:val="28"/>
        </w:rPr>
        <w:t>Закон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5 ноября 2015 года № 156-ЗО «О внесении изменений в статьи 4 и 6 Закона Ульяновской области «</w:t>
      </w:r>
      <w:r w:rsidRPr="00236A62">
        <w:rPr>
          <w:rFonts w:ascii="Times New Roman" w:hAnsi="Times New Roman" w:cs="Times New Roman"/>
          <w:sz w:val="28"/>
          <w:szCs w:val="28"/>
        </w:rPr>
        <w:t>О некоторых вопросах осуществления международных и внешнеэкономических связей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(«Ульяновская правда» от 09.11.2015 № 156). </w:t>
      </w:r>
    </w:p>
    <w:p w:rsidR="0062150F" w:rsidRDefault="0062150F" w:rsidP="00072FC6">
      <w:pPr>
        <w:pStyle w:val="ConsPlusNormal"/>
        <w:jc w:val="both"/>
        <w:rPr>
          <w:rFonts w:ascii="Times New Roman" w:hAnsi="Times New Roman" w:cs="Times New Roman"/>
          <w:sz w:val="16"/>
        </w:rPr>
      </w:pPr>
    </w:p>
    <w:p w:rsidR="0062150F" w:rsidRDefault="0062150F" w:rsidP="00072FC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62150F" w:rsidRDefault="0062150F" w:rsidP="00072FC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62150F" w:rsidRPr="0044203B" w:rsidRDefault="0062150F" w:rsidP="00242065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FF40A6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FF40A6">
        <w:rPr>
          <w:rFonts w:ascii="Times New Roman" w:hAnsi="Times New Roman"/>
          <w:b/>
          <w:sz w:val="28"/>
          <w:szCs w:val="28"/>
        </w:rPr>
        <w:t>С.И.Морозов</w:t>
      </w:r>
    </w:p>
    <w:p w:rsidR="0062150F" w:rsidRPr="0044203B" w:rsidRDefault="0062150F" w:rsidP="00072FC6">
      <w:pPr>
        <w:pStyle w:val="ConsPlusNormal"/>
        <w:rPr>
          <w:rFonts w:ascii="Times New Roman" w:hAnsi="Times New Roman" w:cs="Times New Roman"/>
          <w:sz w:val="28"/>
        </w:rPr>
      </w:pPr>
    </w:p>
    <w:p w:rsidR="0062150F" w:rsidRDefault="0062150F" w:rsidP="00072FC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Par96"/>
      <w:bookmarkEnd w:id="1"/>
    </w:p>
    <w:p w:rsidR="0062150F" w:rsidRPr="00FF40A6" w:rsidRDefault="0062150F" w:rsidP="00072F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150F" w:rsidRPr="00FF40A6" w:rsidRDefault="0062150F" w:rsidP="007D67B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F40A6">
        <w:rPr>
          <w:rFonts w:ascii="Times New Roman" w:hAnsi="Times New Roman"/>
          <w:sz w:val="27"/>
          <w:szCs w:val="27"/>
        </w:rPr>
        <w:t>г. Ульяновск</w:t>
      </w:r>
    </w:p>
    <w:p w:rsidR="0062150F" w:rsidRPr="00FF40A6" w:rsidRDefault="0062150F" w:rsidP="007D67B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06 апреля </w:t>
      </w:r>
      <w:smartTag w:uri="urn:schemas-microsoft-com:office:smarttags" w:element="metricconverter">
        <w:smartTagPr>
          <w:attr w:name="ProductID" w:val="2016 г"/>
        </w:smartTagPr>
        <w:r w:rsidRPr="00FF40A6">
          <w:rPr>
            <w:rFonts w:ascii="Times New Roman" w:hAnsi="Times New Roman"/>
            <w:sz w:val="27"/>
            <w:szCs w:val="27"/>
          </w:rPr>
          <w:t>20</w:t>
        </w:r>
        <w:r w:rsidRPr="00FF40A6">
          <w:rPr>
            <w:rFonts w:ascii="Times New Roman" w:hAnsi="Times New Roman"/>
            <w:sz w:val="27"/>
            <w:szCs w:val="27"/>
            <w:lang w:val="en-US"/>
          </w:rPr>
          <w:t>1</w:t>
        </w:r>
        <w:r>
          <w:rPr>
            <w:rFonts w:ascii="Times New Roman" w:hAnsi="Times New Roman"/>
            <w:sz w:val="27"/>
            <w:szCs w:val="27"/>
          </w:rPr>
          <w:t>6</w:t>
        </w:r>
        <w:r w:rsidRPr="00FF40A6">
          <w:rPr>
            <w:rFonts w:ascii="Times New Roman" w:hAnsi="Times New Roman"/>
            <w:sz w:val="27"/>
            <w:szCs w:val="27"/>
          </w:rPr>
          <w:t xml:space="preserve"> г</w:t>
        </w:r>
      </w:smartTag>
      <w:r w:rsidRPr="00FF40A6">
        <w:rPr>
          <w:rFonts w:ascii="Times New Roman" w:hAnsi="Times New Roman"/>
          <w:sz w:val="27"/>
          <w:szCs w:val="27"/>
        </w:rPr>
        <w:t>.</w:t>
      </w:r>
    </w:p>
    <w:p w:rsidR="0062150F" w:rsidRPr="009C2A4F" w:rsidRDefault="0062150F" w:rsidP="007D67BB">
      <w:pPr>
        <w:spacing w:after="0" w:line="240" w:lineRule="auto"/>
        <w:jc w:val="center"/>
      </w:pPr>
      <w:r w:rsidRPr="00FF40A6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</w:rPr>
        <w:t>38</w:t>
      </w:r>
      <w:r w:rsidRPr="00FF40A6">
        <w:rPr>
          <w:rFonts w:ascii="Times New Roman" w:hAnsi="Times New Roman"/>
          <w:sz w:val="27"/>
          <w:szCs w:val="27"/>
          <w:lang w:val="en-US"/>
        </w:rPr>
        <w:t>-</w:t>
      </w:r>
      <w:r w:rsidRPr="00FF40A6">
        <w:rPr>
          <w:rFonts w:ascii="Times New Roman" w:hAnsi="Times New Roman"/>
          <w:sz w:val="27"/>
          <w:szCs w:val="27"/>
        </w:rPr>
        <w:t>ЗО</w:t>
      </w:r>
    </w:p>
    <w:sectPr w:rsidR="0062150F" w:rsidRPr="009C2A4F" w:rsidSect="007D67BB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50F" w:rsidRDefault="0062150F" w:rsidP="000A0307">
      <w:pPr>
        <w:spacing w:after="0" w:line="240" w:lineRule="auto"/>
      </w:pPr>
      <w:r>
        <w:separator/>
      </w:r>
    </w:p>
  </w:endnote>
  <w:endnote w:type="continuationSeparator" w:id="0">
    <w:p w:rsidR="0062150F" w:rsidRDefault="0062150F" w:rsidP="000A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0F" w:rsidRPr="000A0307" w:rsidRDefault="0062150F" w:rsidP="000A0307">
    <w:pPr>
      <w:pStyle w:val="Footer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50F" w:rsidRDefault="0062150F" w:rsidP="000A0307">
      <w:pPr>
        <w:spacing w:after="0" w:line="240" w:lineRule="auto"/>
      </w:pPr>
      <w:r>
        <w:separator/>
      </w:r>
    </w:p>
  </w:footnote>
  <w:footnote w:type="continuationSeparator" w:id="0">
    <w:p w:rsidR="0062150F" w:rsidRDefault="0062150F" w:rsidP="000A0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84FB4"/>
    <w:multiLevelType w:val="hybridMultilevel"/>
    <w:tmpl w:val="16B6B462"/>
    <w:lvl w:ilvl="0" w:tplc="5EA08FFA">
      <w:start w:val="1"/>
      <w:numFmt w:val="decimal"/>
      <w:lvlText w:val="%1."/>
      <w:lvlJc w:val="left"/>
      <w:pPr>
        <w:ind w:left="153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891149E"/>
    <w:multiLevelType w:val="hybridMultilevel"/>
    <w:tmpl w:val="56AC8068"/>
    <w:lvl w:ilvl="0" w:tplc="903488F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6AAB6713"/>
    <w:multiLevelType w:val="hybridMultilevel"/>
    <w:tmpl w:val="D1FE80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475F"/>
    <w:rsid w:val="0001670B"/>
    <w:rsid w:val="00072FC6"/>
    <w:rsid w:val="00085674"/>
    <w:rsid w:val="000972BD"/>
    <w:rsid w:val="000A0307"/>
    <w:rsid w:val="000B64CD"/>
    <w:rsid w:val="000D157E"/>
    <w:rsid w:val="000D177A"/>
    <w:rsid w:val="000D5323"/>
    <w:rsid w:val="00166913"/>
    <w:rsid w:val="001D2960"/>
    <w:rsid w:val="00211E95"/>
    <w:rsid w:val="00217368"/>
    <w:rsid w:val="002250C1"/>
    <w:rsid w:val="00236A62"/>
    <w:rsid w:val="00242065"/>
    <w:rsid w:val="0025426F"/>
    <w:rsid w:val="00254E28"/>
    <w:rsid w:val="00275D65"/>
    <w:rsid w:val="00314324"/>
    <w:rsid w:val="003438FF"/>
    <w:rsid w:val="0034545D"/>
    <w:rsid w:val="003F317B"/>
    <w:rsid w:val="00420B32"/>
    <w:rsid w:val="004210E8"/>
    <w:rsid w:val="0043389F"/>
    <w:rsid w:val="0044203B"/>
    <w:rsid w:val="00453A81"/>
    <w:rsid w:val="004B541A"/>
    <w:rsid w:val="004F482E"/>
    <w:rsid w:val="00557364"/>
    <w:rsid w:val="005B0FB4"/>
    <w:rsid w:val="005D3858"/>
    <w:rsid w:val="0061343D"/>
    <w:rsid w:val="00615DA5"/>
    <w:rsid w:val="00617FE4"/>
    <w:rsid w:val="0062150F"/>
    <w:rsid w:val="006E3704"/>
    <w:rsid w:val="006F2094"/>
    <w:rsid w:val="00702533"/>
    <w:rsid w:val="007066B1"/>
    <w:rsid w:val="00762D6F"/>
    <w:rsid w:val="00782A31"/>
    <w:rsid w:val="00791623"/>
    <w:rsid w:val="00794AC2"/>
    <w:rsid w:val="00795FB5"/>
    <w:rsid w:val="007A0E4E"/>
    <w:rsid w:val="007B3050"/>
    <w:rsid w:val="007D67BB"/>
    <w:rsid w:val="00846131"/>
    <w:rsid w:val="008F31FB"/>
    <w:rsid w:val="00912527"/>
    <w:rsid w:val="009905FE"/>
    <w:rsid w:val="009C2A4F"/>
    <w:rsid w:val="00A029D1"/>
    <w:rsid w:val="00B376EC"/>
    <w:rsid w:val="00B714AD"/>
    <w:rsid w:val="00B923DB"/>
    <w:rsid w:val="00BA5197"/>
    <w:rsid w:val="00BB4251"/>
    <w:rsid w:val="00C07719"/>
    <w:rsid w:val="00C72754"/>
    <w:rsid w:val="00CC0752"/>
    <w:rsid w:val="00CF7D30"/>
    <w:rsid w:val="00D42D38"/>
    <w:rsid w:val="00D53237"/>
    <w:rsid w:val="00D747CF"/>
    <w:rsid w:val="00DA038B"/>
    <w:rsid w:val="00DB5298"/>
    <w:rsid w:val="00DF5678"/>
    <w:rsid w:val="00E1489F"/>
    <w:rsid w:val="00E2475F"/>
    <w:rsid w:val="00E434B1"/>
    <w:rsid w:val="00F65F25"/>
    <w:rsid w:val="00F87AFF"/>
    <w:rsid w:val="00FC625A"/>
    <w:rsid w:val="00FF4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247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314324"/>
    <w:pPr>
      <w:ind w:left="720"/>
      <w:contextualSpacing/>
    </w:pPr>
  </w:style>
  <w:style w:type="paragraph" w:customStyle="1" w:styleId="ConsPlusTitle">
    <w:name w:val="ConsPlusTitle"/>
    <w:uiPriority w:val="99"/>
    <w:rsid w:val="00BB42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5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5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A0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A030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A0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A0307"/>
    <w:rPr>
      <w:rFonts w:cs="Times New Roman"/>
    </w:rPr>
  </w:style>
  <w:style w:type="paragraph" w:customStyle="1" w:styleId="ConsNormal">
    <w:name w:val="ConsNormal"/>
    <w:uiPriority w:val="99"/>
    <w:rsid w:val="00762D6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97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105</Words>
  <Characters>660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признании утратившими силу отдельных законодательных актов Ульяновской области</dc:title>
  <dc:subject/>
  <dc:creator>Бычков Денис Валерьевич</dc:creator>
  <cp:keywords/>
  <dc:description/>
  <cp:lastModifiedBy>Пользователь</cp:lastModifiedBy>
  <cp:revision>3</cp:revision>
  <cp:lastPrinted>2016-03-31T13:43:00Z</cp:lastPrinted>
  <dcterms:created xsi:type="dcterms:W3CDTF">2016-04-14T08:36:00Z</dcterms:created>
  <dcterms:modified xsi:type="dcterms:W3CDTF">2016-04-14T08:37:00Z</dcterms:modified>
</cp:coreProperties>
</file>